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9A2B926" w:rsidR="008145D7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F34640">
        <w:rPr>
          <w:lang w:eastAsia="cs-CZ"/>
        </w:rPr>
        <w:t>76684</w:t>
      </w:r>
      <w:r w:rsidR="00ED50B3">
        <w:rPr>
          <w:lang w:eastAsia="cs-CZ"/>
        </w:rPr>
        <w:t xml:space="preserve">/2022-SŽ-GŘ-O8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13EC3D24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– </w:t>
      </w:r>
      <w:r w:rsidR="002F5C16">
        <w:rPr>
          <w:rFonts w:eastAsia="Times New Roman" w:cs="Times New Roman"/>
          <w:b/>
          <w:lang w:eastAsia="cs-CZ"/>
        </w:rPr>
        <w:t>25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F34640">
        <w:rPr>
          <w:rFonts w:eastAsia="Times New Roman" w:cs="Times New Roman"/>
          <w:lang w:eastAsia="cs-CZ"/>
        </w:rPr>
        <w:t>76684</w:t>
      </w:r>
      <w:r w:rsidR="00834A4A">
        <w:rPr>
          <w:rFonts w:eastAsia="Times New Roman" w:cs="Times New Roman"/>
          <w:lang w:eastAsia="cs-CZ"/>
        </w:rPr>
        <w:t>/2022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3036E" w14:textId="77777777" w:rsidR="00255AE8" w:rsidRDefault="00255AE8" w:rsidP="00962258">
      <w:pPr>
        <w:spacing w:after="0" w:line="240" w:lineRule="auto"/>
      </w:pPr>
      <w:r>
        <w:separator/>
      </w:r>
    </w:p>
  </w:endnote>
  <w:endnote w:type="continuationSeparator" w:id="0">
    <w:p w14:paraId="1AC40024" w14:textId="77777777" w:rsidR="00255AE8" w:rsidRDefault="00255AE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3846BD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A42E8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97A7F2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597E73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A875F" w14:textId="77777777" w:rsidR="00255AE8" w:rsidRDefault="00255AE8" w:rsidP="00962258">
      <w:pPr>
        <w:spacing w:after="0" w:line="240" w:lineRule="auto"/>
      </w:pPr>
      <w:r>
        <w:separator/>
      </w:r>
    </w:p>
  </w:footnote>
  <w:footnote w:type="continuationSeparator" w:id="0">
    <w:p w14:paraId="719F94EF" w14:textId="77777777" w:rsidR="00255AE8" w:rsidRDefault="00255AE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063D"/>
    <w:rsid w:val="000263E2"/>
    <w:rsid w:val="00031460"/>
    <w:rsid w:val="00040D8F"/>
    <w:rsid w:val="00072C1E"/>
    <w:rsid w:val="000B2965"/>
    <w:rsid w:val="000E23A7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A4559"/>
    <w:rsid w:val="00207DF5"/>
    <w:rsid w:val="00255AE8"/>
    <w:rsid w:val="00280E07"/>
    <w:rsid w:val="00286E29"/>
    <w:rsid w:val="002C31BF"/>
    <w:rsid w:val="002C4EF1"/>
    <w:rsid w:val="002D08B1"/>
    <w:rsid w:val="002D21D5"/>
    <w:rsid w:val="002D725B"/>
    <w:rsid w:val="002E0CD7"/>
    <w:rsid w:val="002F5C16"/>
    <w:rsid w:val="00317055"/>
    <w:rsid w:val="00337C49"/>
    <w:rsid w:val="00341DCF"/>
    <w:rsid w:val="00357BC6"/>
    <w:rsid w:val="003956C6"/>
    <w:rsid w:val="003B04CB"/>
    <w:rsid w:val="003B4CFF"/>
    <w:rsid w:val="003F6614"/>
    <w:rsid w:val="004022C8"/>
    <w:rsid w:val="00441430"/>
    <w:rsid w:val="00450F07"/>
    <w:rsid w:val="00453CD3"/>
    <w:rsid w:val="00460660"/>
    <w:rsid w:val="00486107"/>
    <w:rsid w:val="00491827"/>
    <w:rsid w:val="004B348C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3EA7"/>
    <w:rsid w:val="00553375"/>
    <w:rsid w:val="00557C28"/>
    <w:rsid w:val="005736B7"/>
    <w:rsid w:val="00575E5A"/>
    <w:rsid w:val="005F1404"/>
    <w:rsid w:val="0061068E"/>
    <w:rsid w:val="00633D92"/>
    <w:rsid w:val="00660AD3"/>
    <w:rsid w:val="00664499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3195C"/>
    <w:rsid w:val="00834A4A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17B5F"/>
    <w:rsid w:val="00C44F6A"/>
    <w:rsid w:val="00C47AE3"/>
    <w:rsid w:val="00C6477B"/>
    <w:rsid w:val="00CD1FC4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B104F"/>
    <w:rsid w:val="00ED14BD"/>
    <w:rsid w:val="00ED50B3"/>
    <w:rsid w:val="00F0533E"/>
    <w:rsid w:val="00F071DC"/>
    <w:rsid w:val="00F1048D"/>
    <w:rsid w:val="00F12DEC"/>
    <w:rsid w:val="00F1715C"/>
    <w:rsid w:val="00F310F8"/>
    <w:rsid w:val="00F34640"/>
    <w:rsid w:val="00F35939"/>
    <w:rsid w:val="00F45607"/>
    <w:rsid w:val="00F5558F"/>
    <w:rsid w:val="00F60A18"/>
    <w:rsid w:val="00F659EB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02E8F"/>
    <w:rsid w:val="0013107D"/>
    <w:rsid w:val="001B26D6"/>
    <w:rsid w:val="00237D85"/>
    <w:rsid w:val="00403F0C"/>
    <w:rsid w:val="00451C58"/>
    <w:rsid w:val="00455B7D"/>
    <w:rsid w:val="004F7E9F"/>
    <w:rsid w:val="0057685E"/>
    <w:rsid w:val="00734D05"/>
    <w:rsid w:val="00766425"/>
    <w:rsid w:val="00915D7A"/>
    <w:rsid w:val="0094226D"/>
    <w:rsid w:val="00A44C17"/>
    <w:rsid w:val="00A70466"/>
    <w:rsid w:val="00D834C6"/>
    <w:rsid w:val="00DB6BA2"/>
    <w:rsid w:val="00E97F9A"/>
    <w:rsid w:val="00EB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79B282-C7F8-44BC-BB4A-A881039A2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29</cp:revision>
  <cp:lastPrinted>2022-11-14T12:57:00Z</cp:lastPrinted>
  <dcterms:created xsi:type="dcterms:W3CDTF">2022-02-11T10:59:00Z</dcterms:created>
  <dcterms:modified xsi:type="dcterms:W3CDTF">2022-11-14T12:57:00Z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